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5071E2" w14:textId="77777777" w:rsidR="004A2CDD" w:rsidRPr="00251520" w:rsidRDefault="009B0535" w:rsidP="009B0535">
      <w:pPr>
        <w:pStyle w:val="Titel"/>
      </w:pPr>
      <w:r>
        <w:t>Praxisauftrag</w:t>
      </w:r>
    </w:p>
    <w:p w14:paraId="62DBBD77" w14:textId="49CFC699" w:rsidR="00615D6E" w:rsidRDefault="00615D6E" w:rsidP="00615D6E">
      <w:pPr>
        <w:pStyle w:val="Thema"/>
        <w:spacing w:after="120"/>
      </w:pPr>
      <w:r>
        <w:t>Aktiv an Qualifikationsgesprächen teilnehmen</w:t>
      </w:r>
    </w:p>
    <w:p w14:paraId="2FFA6273" w14:textId="46325341" w:rsidR="00A532CF" w:rsidRPr="009B0535" w:rsidRDefault="009B4E47" w:rsidP="00A532CF">
      <w:pPr>
        <w:rPr>
          <w:b/>
          <w:bCs/>
        </w:rPr>
      </w:pPr>
      <w:r w:rsidRPr="009B0535">
        <w:rPr>
          <w:b/>
          <w:bCs/>
        </w:rPr>
        <w:t xml:space="preserve">Handlungskompetenz </w:t>
      </w:r>
      <w:r w:rsidR="00615D6E">
        <w:rPr>
          <w:b/>
          <w:bCs/>
        </w:rPr>
        <w:t>a1: Kaufmännische Kompetenzentwicklung überprüfen und weiterentwickeln</w:t>
      </w:r>
    </w:p>
    <w:p w14:paraId="339F9671" w14:textId="77777777" w:rsidR="00A532CF" w:rsidRDefault="00A532CF" w:rsidP="00A532CF"/>
    <w:p w14:paraId="23541AAB" w14:textId="6B7C312A" w:rsidR="00C7659B" w:rsidRDefault="00C7659B" w:rsidP="00615D6E">
      <w:pPr>
        <w:pStyle w:val="Untertitel"/>
      </w:pPr>
      <w:r>
        <w:t>Ausgangslage</w:t>
      </w:r>
    </w:p>
    <w:p w14:paraId="4D3F682F" w14:textId="658EE5CB" w:rsidR="00615D6E" w:rsidRDefault="00615D6E" w:rsidP="00615D6E">
      <w:r>
        <w:t xml:space="preserve">Im Laufe deiner Ausbildung wirst du verschiedene Qualifikationsgespräche mit deiner Berufsbildnerin oder einem Praxisbildner führen. </w:t>
      </w:r>
      <w:r w:rsidR="00EB4F32">
        <w:t xml:space="preserve">Das sind Standortbestimmungen, bei denen ihr gemeinsam auswertet, wo du beruflich stehst und wo du in der näheren Zukunft hinwillst. </w:t>
      </w:r>
      <w:r>
        <w:t xml:space="preserve">Und auch später in deinem Berufsleben wirst du immer mal wieder solche Gespräche miterleben, damit du dich beruflich weiterentwickeln kannst. </w:t>
      </w:r>
    </w:p>
    <w:p w14:paraId="36127C48" w14:textId="77777777" w:rsidR="00EB4F32" w:rsidRDefault="00EB4F32" w:rsidP="00615D6E"/>
    <w:p w14:paraId="148CA8CC" w14:textId="1E522476" w:rsidR="00615D6E" w:rsidRDefault="00615D6E" w:rsidP="00615D6E">
      <w:r>
        <w:t xml:space="preserve">Es ist wichtig, dass du dich gezielt auf solche Qualifikationsgespräche vorbereitest. Denn nur so sind sie auch wirklich zielführend und bringen dich weiter. Mit diesem Praxisauftrag kannst du </w:t>
      </w:r>
      <w:r w:rsidR="00F06B69">
        <w:t xml:space="preserve">ein </w:t>
      </w:r>
      <w:r>
        <w:t xml:space="preserve">Qualifikationsgespräch vorbereiten und aktiv daran teilnehmen. </w:t>
      </w:r>
    </w:p>
    <w:p w14:paraId="650094B5" w14:textId="77777777" w:rsidR="007D47FB" w:rsidRDefault="007D47FB" w:rsidP="00E87A99"/>
    <w:p w14:paraId="6255C1CA" w14:textId="77777777" w:rsidR="00E87A99" w:rsidRDefault="00E87A99" w:rsidP="00D2699C">
      <w:pPr>
        <w:pStyle w:val="Untertitel"/>
      </w:pPr>
      <w:r>
        <w:t xml:space="preserve">Aufgabenstellung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18"/>
        <w:gridCol w:w="5908"/>
      </w:tblGrid>
      <w:tr w:rsidR="00E966C7" w14:paraId="5AF23AEC" w14:textId="77777777" w:rsidTr="00615D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18" w:type="dxa"/>
          </w:tcPr>
          <w:p w14:paraId="0EF83AA7" w14:textId="77777777" w:rsidR="00E966C7" w:rsidRDefault="00E966C7" w:rsidP="00C7659B"/>
        </w:tc>
        <w:tc>
          <w:tcPr>
            <w:tcW w:w="5908" w:type="dxa"/>
          </w:tcPr>
          <w:p w14:paraId="63EECB18" w14:textId="77777777" w:rsidR="00E966C7" w:rsidRDefault="00E966C7" w:rsidP="00C7659B"/>
        </w:tc>
      </w:tr>
      <w:tr w:rsidR="00615D6E" w14:paraId="7CC014BC" w14:textId="77777777" w:rsidTr="00615D6E">
        <w:tc>
          <w:tcPr>
            <w:tcW w:w="1518" w:type="dxa"/>
          </w:tcPr>
          <w:p w14:paraId="19CB5C75" w14:textId="0F53FDA3" w:rsidR="00615D6E" w:rsidRDefault="00615D6E" w:rsidP="00615D6E">
            <w:r>
              <w:t>Teilaufgabe 1:</w:t>
            </w:r>
          </w:p>
        </w:tc>
        <w:tc>
          <w:tcPr>
            <w:tcW w:w="5908" w:type="dxa"/>
          </w:tcPr>
          <w:p w14:paraId="29A6BD7C" w14:textId="00431594" w:rsidR="00615D6E" w:rsidRDefault="00EB4F32" w:rsidP="00615D6E">
            <w:r>
              <w:t>Erstelle eine Übersicht, die aufzeigt</w:t>
            </w:r>
            <w:r w:rsidR="00615D6E">
              <w:t>, woran du die letzten drei Monate gearbeitet hast und welche verschiedenen Aufgaben du übernommen hast.</w:t>
            </w:r>
          </w:p>
        </w:tc>
      </w:tr>
      <w:tr w:rsidR="00615D6E" w14:paraId="222AE298" w14:textId="77777777" w:rsidTr="00615D6E">
        <w:tc>
          <w:tcPr>
            <w:tcW w:w="1518" w:type="dxa"/>
          </w:tcPr>
          <w:p w14:paraId="6FE87691" w14:textId="0420E061" w:rsidR="00615D6E" w:rsidRDefault="00615D6E" w:rsidP="00615D6E">
            <w:r>
              <w:t>Teilaufgabe 2:</w:t>
            </w:r>
          </w:p>
        </w:tc>
        <w:tc>
          <w:tcPr>
            <w:tcW w:w="5908" w:type="dxa"/>
          </w:tcPr>
          <w:p w14:paraId="216CF26E" w14:textId="50576A71" w:rsidR="00615D6E" w:rsidRDefault="00EB4F32" w:rsidP="00615D6E">
            <w:r>
              <w:t>Stell dir die folgenden Fragen</w:t>
            </w:r>
            <w:r w:rsidR="00615D6E">
              <w:t>:</w:t>
            </w:r>
          </w:p>
          <w:p w14:paraId="6B9D3AB4" w14:textId="77777777" w:rsidR="00615D6E" w:rsidRDefault="00615D6E" w:rsidP="00615D6E">
            <w:pPr>
              <w:pStyle w:val="Listenabsatz"/>
              <w:numPr>
                <w:ilvl w:val="0"/>
                <w:numId w:val="11"/>
              </w:numPr>
            </w:pPr>
            <w:r>
              <w:t>Was läuft gut und was läuft noch nicht so gut?</w:t>
            </w:r>
          </w:p>
          <w:p w14:paraId="09E1F5F1" w14:textId="77777777" w:rsidR="00615D6E" w:rsidRDefault="00615D6E" w:rsidP="00615D6E">
            <w:pPr>
              <w:pStyle w:val="Listenabsatz"/>
              <w:numPr>
                <w:ilvl w:val="0"/>
                <w:numId w:val="11"/>
              </w:numPr>
            </w:pPr>
            <w:r>
              <w:t>Wie kann ich mich verbessern?</w:t>
            </w:r>
          </w:p>
          <w:p w14:paraId="3CA4DD6B" w14:textId="77777777" w:rsidR="00615D6E" w:rsidRDefault="00615D6E" w:rsidP="00615D6E">
            <w:pPr>
              <w:pStyle w:val="Listenabsatz"/>
              <w:numPr>
                <w:ilvl w:val="0"/>
                <w:numId w:val="11"/>
              </w:numPr>
            </w:pPr>
            <w:r>
              <w:t>Wo liegen meine Stärken und Schwächen?</w:t>
            </w:r>
          </w:p>
          <w:p w14:paraId="1BCF148F" w14:textId="77777777" w:rsidR="00615D6E" w:rsidRDefault="00615D6E" w:rsidP="00615D6E">
            <w:pPr>
              <w:pStyle w:val="Listenabsatz"/>
              <w:numPr>
                <w:ilvl w:val="0"/>
                <w:numId w:val="11"/>
              </w:numPr>
            </w:pPr>
            <w:r>
              <w:t>Was kann ich aus dem erhaltenen Feedback für die Zukunft ableiten?</w:t>
            </w:r>
          </w:p>
          <w:p w14:paraId="441985B2" w14:textId="05068E62" w:rsidR="00615D6E" w:rsidRDefault="00615D6E" w:rsidP="00615D6E">
            <w:r>
              <w:t xml:space="preserve">Ergänze </w:t>
            </w:r>
            <w:r w:rsidRPr="00EB4F32">
              <w:t xml:space="preserve">deine </w:t>
            </w:r>
            <w:r w:rsidR="00EB4F32" w:rsidRPr="00EB4F32">
              <w:t>Übersicht</w:t>
            </w:r>
            <w:r w:rsidRPr="00EB4F32">
              <w:t xml:space="preserve"> aus Teilaufgabe 1</w:t>
            </w:r>
            <w:r>
              <w:t xml:space="preserve"> mit deinen Erkenntnissen.</w:t>
            </w:r>
            <w:r w:rsidR="00EB4F32">
              <w:t xml:space="preserve"> Füll ausserdem das Kompetenzraster aus.</w:t>
            </w:r>
          </w:p>
        </w:tc>
      </w:tr>
      <w:tr w:rsidR="00615D6E" w14:paraId="355CB3A3" w14:textId="77777777" w:rsidTr="00615D6E">
        <w:tc>
          <w:tcPr>
            <w:tcW w:w="1518" w:type="dxa"/>
          </w:tcPr>
          <w:p w14:paraId="1D0EF54D" w14:textId="2E8F6C8F" w:rsidR="00615D6E" w:rsidRDefault="00615D6E" w:rsidP="00615D6E">
            <w:r>
              <w:t>Teilaufgabe 3:</w:t>
            </w:r>
          </w:p>
        </w:tc>
        <w:tc>
          <w:tcPr>
            <w:tcW w:w="5908" w:type="dxa"/>
          </w:tcPr>
          <w:p w14:paraId="1E94B047" w14:textId="6790F94D" w:rsidR="00F06B69" w:rsidRDefault="00615D6E" w:rsidP="00615D6E">
            <w:r>
              <w:t>Nimm aktiv am Qualifikationsgespräch teil</w:t>
            </w:r>
            <w:r w:rsidR="00F06B69">
              <w:t xml:space="preserve">. Das heisst: </w:t>
            </w:r>
          </w:p>
          <w:p w14:paraId="3FB8E58D" w14:textId="20CAA04E" w:rsidR="00EB4F32" w:rsidRDefault="00EB4F32" w:rsidP="00EB4F32">
            <w:pPr>
              <w:pStyle w:val="Aufzhlungszeichen"/>
            </w:pPr>
            <w:r>
              <w:t>Hör gut und aufmerksam zu.</w:t>
            </w:r>
          </w:p>
          <w:p w14:paraId="187482C4" w14:textId="7DCC315B" w:rsidR="00EB4F32" w:rsidRDefault="00EB4F32" w:rsidP="00EB4F32">
            <w:pPr>
              <w:pStyle w:val="Aufzhlungszeichen"/>
            </w:pPr>
            <w:r>
              <w:t>Mach dir Notizen.</w:t>
            </w:r>
          </w:p>
          <w:p w14:paraId="1D8E78F4" w14:textId="5DFBA7A0" w:rsidR="00EB4F32" w:rsidRDefault="00EB4F32" w:rsidP="00EB4F32">
            <w:pPr>
              <w:pStyle w:val="Aufzhlungszeichen"/>
            </w:pPr>
            <w:r>
              <w:lastRenderedPageBreak/>
              <w:t>Stell bei Unklarheiten Fragen.</w:t>
            </w:r>
          </w:p>
          <w:p w14:paraId="61E550E1" w14:textId="76604047" w:rsidR="00615D6E" w:rsidRPr="00EB4F32" w:rsidRDefault="00EB4F32" w:rsidP="00615D6E">
            <w:pPr>
              <w:pStyle w:val="Aufzhlungszeichen"/>
            </w:pPr>
            <w:r>
              <w:t>Teil deine eigenen Einschätzungen mit.</w:t>
            </w:r>
          </w:p>
        </w:tc>
      </w:tr>
      <w:tr w:rsidR="00823E4E" w14:paraId="0CD19722" w14:textId="77777777" w:rsidTr="00615D6E">
        <w:tc>
          <w:tcPr>
            <w:tcW w:w="1518" w:type="dxa"/>
          </w:tcPr>
          <w:p w14:paraId="6243AE65" w14:textId="10B1D657" w:rsidR="00823E4E" w:rsidRDefault="00007807" w:rsidP="00F6264E">
            <w:r>
              <w:lastRenderedPageBreak/>
              <w:t xml:space="preserve">Teilaufgabe </w:t>
            </w:r>
            <w:r w:rsidR="00EB4F32">
              <w:t>4</w:t>
            </w:r>
            <w:r w:rsidR="00823E4E">
              <w:t>:</w:t>
            </w:r>
          </w:p>
        </w:tc>
        <w:tc>
          <w:tcPr>
            <w:tcW w:w="5908" w:type="dxa"/>
          </w:tcPr>
          <w:p w14:paraId="598635FA" w14:textId="77777777" w:rsidR="00823E4E" w:rsidRDefault="00E97D64" w:rsidP="00F6264E">
            <w:r w:rsidRPr="00E97D64">
              <w:rPr>
                <w:color w:val="auto"/>
              </w:rPr>
              <w:t>Dokumentiere und reflektiere deine Ergebnisse in deiner Lerndokumentation.</w:t>
            </w:r>
            <w:r w:rsidR="00251520" w:rsidRPr="00E97D64">
              <w:rPr>
                <w:color w:val="auto"/>
              </w:rPr>
              <w:t xml:space="preserve"> </w:t>
            </w:r>
            <w:r w:rsidR="0053555E" w:rsidRPr="00E97D64">
              <w:t xml:space="preserve"> </w:t>
            </w:r>
          </w:p>
        </w:tc>
      </w:tr>
    </w:tbl>
    <w:p w14:paraId="2E84A29C" w14:textId="77777777" w:rsidR="00147918" w:rsidRDefault="00147918" w:rsidP="009B59A7"/>
    <w:p w14:paraId="315EFEA2" w14:textId="77777777" w:rsidR="009B59A7" w:rsidRDefault="009B59A7" w:rsidP="00C7659B"/>
    <w:p w14:paraId="79321295" w14:textId="77777777" w:rsidR="00A526BB" w:rsidRDefault="00A526BB" w:rsidP="00A526BB">
      <w:pPr>
        <w:pStyle w:val="Untertitel"/>
      </w:pPr>
      <w:r>
        <w:t>Organisation</w:t>
      </w:r>
    </w:p>
    <w:p w14:paraId="10FFDE69" w14:textId="77777777" w:rsidR="00A526BB" w:rsidRDefault="00A526BB" w:rsidP="00A526BB">
      <w:r>
        <w:t>Führe deinen Praxisauftrag direkt in deinem Arbeitsalltag anhand eines konkreten Falls oder einer konkreten Situation aus der Praxis aus.</w:t>
      </w:r>
    </w:p>
    <w:p w14:paraId="4304146C" w14:textId="77777777" w:rsidR="00A526BB" w:rsidRDefault="00A526BB" w:rsidP="00A526BB"/>
    <w:p w14:paraId="0E904882" w14:textId="77777777" w:rsidR="00A526BB" w:rsidRDefault="00A526BB" w:rsidP="00A526BB">
      <w:r>
        <w:t>Für die Dokumentation deines Vorgehens benötigst du je nach Aufwand zwischen 30 und 90 Minuten.</w:t>
      </w:r>
    </w:p>
    <w:p w14:paraId="245B5D07" w14:textId="77777777" w:rsidR="00980CAC" w:rsidRDefault="00980CAC" w:rsidP="00C7659B"/>
    <w:p w14:paraId="600C96A7" w14:textId="77777777" w:rsidR="00980CAC" w:rsidRDefault="00980CAC" w:rsidP="00C7659B"/>
    <w:p w14:paraId="5DFC7EF3" w14:textId="77777777" w:rsidR="00980CAC" w:rsidRDefault="00980CAC" w:rsidP="00C7659B"/>
    <w:p w14:paraId="3A9F1AE7" w14:textId="77777777" w:rsidR="00980CAC" w:rsidRDefault="00980CAC" w:rsidP="00C7659B"/>
    <w:p w14:paraId="04D7D59B" w14:textId="77777777" w:rsidR="00980CAC" w:rsidRDefault="00980CAC" w:rsidP="00C7659B"/>
    <w:p w14:paraId="672A4BEF" w14:textId="77777777" w:rsidR="00980CAC" w:rsidRDefault="00980CAC" w:rsidP="00C7659B"/>
    <w:p w14:paraId="5CB00B9B" w14:textId="77777777" w:rsidR="00980CAC" w:rsidRDefault="00980CAC" w:rsidP="00C7659B"/>
    <w:p w14:paraId="68BA15D8" w14:textId="77777777" w:rsidR="00980CAC" w:rsidRDefault="00980CAC" w:rsidP="00C7659B"/>
    <w:p w14:paraId="45E4E5D2" w14:textId="77777777" w:rsidR="00980CAC" w:rsidRPr="00C7659B" w:rsidRDefault="00980CAC" w:rsidP="00C7659B"/>
    <w:sectPr w:rsidR="00980CAC" w:rsidRPr="00C7659B" w:rsidSect="003927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552" w:right="3119" w:bottom="1985" w:left="1361" w:header="284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0C03D3" w14:textId="77777777" w:rsidR="00615D6E" w:rsidRDefault="00615D6E" w:rsidP="00534DD6">
      <w:pPr>
        <w:spacing w:line="240" w:lineRule="auto"/>
      </w:pPr>
      <w:r>
        <w:separator/>
      </w:r>
    </w:p>
    <w:p w14:paraId="02FB9FC1" w14:textId="77777777" w:rsidR="00615D6E" w:rsidRDefault="00615D6E"/>
  </w:endnote>
  <w:endnote w:type="continuationSeparator" w:id="0">
    <w:p w14:paraId="64F9FF14" w14:textId="77777777" w:rsidR="00615D6E" w:rsidRDefault="00615D6E" w:rsidP="00534DD6">
      <w:pPr>
        <w:spacing w:line="240" w:lineRule="auto"/>
      </w:pPr>
      <w:r>
        <w:continuationSeparator/>
      </w:r>
    </w:p>
    <w:p w14:paraId="65BB8C0E" w14:textId="77777777" w:rsidR="00615D6E" w:rsidRDefault="00615D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608D7B" w14:textId="77777777" w:rsidR="00615D6E" w:rsidRDefault="00615D6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9A2698" w14:textId="2D0EDDB2" w:rsidR="00792BF0" w:rsidRPr="0006080E" w:rsidRDefault="00980CAC" w:rsidP="0006080E">
    <w:pPr>
      <w:pStyle w:val="Fuzeile"/>
      <w:tabs>
        <w:tab w:val="clear" w:pos="9072"/>
        <w:tab w:val="right" w:pos="7086"/>
      </w:tabs>
      <w:rPr>
        <w:sz w:val="16"/>
        <w:szCs w:val="16"/>
      </w:rPr>
    </w:pPr>
    <w:r>
      <w:rPr>
        <w:sz w:val="16"/>
        <w:szCs w:val="16"/>
      </w:rPr>
      <w:t>Praxisauftrag:</w:t>
    </w:r>
    <w:r w:rsidR="00615D6E">
      <w:rPr>
        <w:sz w:val="16"/>
        <w:szCs w:val="16"/>
      </w:rPr>
      <w:t xml:space="preserve"> Aktiv an Qualifikationsgesprächen teilnehmen</w:t>
    </w:r>
    <w:r w:rsidR="002472A8">
      <w:rPr>
        <w:sz w:val="16"/>
        <w:szCs w:val="16"/>
      </w:rPr>
      <w:tab/>
    </w:r>
    <w:r w:rsidR="002472A8">
      <w:rPr>
        <w:sz w:val="16"/>
        <w:szCs w:val="16"/>
      </w:rPr>
      <w:tab/>
    </w:r>
    <w:r w:rsidR="002472A8" w:rsidRPr="002472A8">
      <w:rPr>
        <w:sz w:val="16"/>
        <w:szCs w:val="16"/>
        <w:lang w:val="de-DE"/>
      </w:rPr>
      <w:t xml:space="preserve">Seite </w:t>
    </w:r>
    <w:r w:rsidR="002472A8" w:rsidRPr="002472A8">
      <w:rPr>
        <w:bCs/>
        <w:sz w:val="16"/>
        <w:szCs w:val="16"/>
      </w:rPr>
      <w:fldChar w:fldCharType="begin"/>
    </w:r>
    <w:r w:rsidR="002472A8" w:rsidRPr="002472A8">
      <w:rPr>
        <w:bCs/>
        <w:sz w:val="16"/>
        <w:szCs w:val="16"/>
      </w:rPr>
      <w:instrText>PAGE  \* Arabic  \* MERGEFORMAT</w:instrText>
    </w:r>
    <w:r w:rsidR="002472A8" w:rsidRPr="002472A8">
      <w:rPr>
        <w:bCs/>
        <w:sz w:val="16"/>
        <w:szCs w:val="16"/>
      </w:rPr>
      <w:fldChar w:fldCharType="separate"/>
    </w:r>
    <w:r w:rsidR="0004706F" w:rsidRPr="0004706F">
      <w:rPr>
        <w:bCs/>
        <w:noProof/>
        <w:sz w:val="16"/>
        <w:szCs w:val="16"/>
        <w:lang w:val="de-DE"/>
      </w:rPr>
      <w:t>2</w:t>
    </w:r>
    <w:r w:rsidR="002472A8" w:rsidRPr="002472A8">
      <w:rPr>
        <w:bCs/>
        <w:sz w:val="16"/>
        <w:szCs w:val="16"/>
      </w:rPr>
      <w:fldChar w:fldCharType="end"/>
    </w:r>
    <w:r w:rsidR="002472A8" w:rsidRPr="002472A8">
      <w:rPr>
        <w:sz w:val="16"/>
        <w:szCs w:val="16"/>
        <w:lang w:val="de-DE"/>
      </w:rPr>
      <w:t xml:space="preserve"> von </w:t>
    </w:r>
    <w:r w:rsidR="002472A8" w:rsidRPr="002472A8">
      <w:rPr>
        <w:bCs/>
        <w:sz w:val="16"/>
        <w:szCs w:val="16"/>
      </w:rPr>
      <w:fldChar w:fldCharType="begin"/>
    </w:r>
    <w:r w:rsidR="002472A8" w:rsidRPr="002472A8">
      <w:rPr>
        <w:bCs/>
        <w:sz w:val="16"/>
        <w:szCs w:val="16"/>
      </w:rPr>
      <w:instrText>NUMPAGES  \* Arabic  \* MERGEFORMAT</w:instrText>
    </w:r>
    <w:r w:rsidR="002472A8" w:rsidRPr="002472A8">
      <w:rPr>
        <w:bCs/>
        <w:sz w:val="16"/>
        <w:szCs w:val="16"/>
      </w:rPr>
      <w:fldChar w:fldCharType="separate"/>
    </w:r>
    <w:r w:rsidR="0004706F" w:rsidRPr="0004706F">
      <w:rPr>
        <w:bCs/>
        <w:noProof/>
        <w:sz w:val="16"/>
        <w:szCs w:val="16"/>
        <w:lang w:val="de-DE"/>
      </w:rPr>
      <w:t>2</w:t>
    </w:r>
    <w:r w:rsidR="002472A8" w:rsidRPr="002472A8">
      <w:rPr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C40692" w14:textId="77777777" w:rsidR="00615D6E" w:rsidRDefault="00615D6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5187C5" w14:textId="77777777" w:rsidR="00615D6E" w:rsidRDefault="00615D6E" w:rsidP="00534DD6">
      <w:pPr>
        <w:spacing w:line="240" w:lineRule="auto"/>
      </w:pPr>
      <w:r>
        <w:separator/>
      </w:r>
    </w:p>
    <w:p w14:paraId="47D292A4" w14:textId="77777777" w:rsidR="00615D6E" w:rsidRDefault="00615D6E"/>
  </w:footnote>
  <w:footnote w:type="continuationSeparator" w:id="0">
    <w:p w14:paraId="4FE4FFD1" w14:textId="77777777" w:rsidR="00615D6E" w:rsidRDefault="00615D6E" w:rsidP="00534DD6">
      <w:pPr>
        <w:spacing w:line="240" w:lineRule="auto"/>
      </w:pPr>
      <w:r>
        <w:continuationSeparator/>
      </w:r>
    </w:p>
    <w:p w14:paraId="1F36CCAB" w14:textId="77777777" w:rsidR="00615D6E" w:rsidRDefault="00615D6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E47140" w14:textId="77777777" w:rsidR="00615D6E" w:rsidRDefault="00615D6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C0F344" w14:textId="77777777" w:rsidR="00615D6E" w:rsidRDefault="00615D6E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D7343D" w14:textId="77777777" w:rsidR="00615D6E" w:rsidRDefault="00615D6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149ADA0A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948E898A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FB1019C8"/>
    <w:lvl w:ilvl="0">
      <w:start w:val="1"/>
      <w:numFmt w:val="bullet"/>
      <w:pStyle w:val="Aufzhlungszeichen3"/>
      <w:lvlText w:val="–"/>
      <w:lvlJc w:val="left"/>
      <w:pPr>
        <w:ind w:left="700" w:hanging="360"/>
      </w:pPr>
      <w:rPr>
        <w:rFonts w:ascii="Calibri Light" w:hAnsi="Calibri Light" w:hint="default"/>
      </w:rPr>
    </w:lvl>
  </w:abstractNum>
  <w:abstractNum w:abstractNumId="3" w15:restartNumberingAfterBreak="0">
    <w:nsid w:val="FFFFFF83"/>
    <w:multiLevelType w:val="singleLevel"/>
    <w:tmpl w:val="9D42557A"/>
    <w:lvl w:ilvl="0">
      <w:start w:val="1"/>
      <w:numFmt w:val="bullet"/>
      <w:pStyle w:val="Aufzhlungszeichen2"/>
      <w:lvlText w:val="–"/>
      <w:lvlJc w:val="left"/>
      <w:pPr>
        <w:ind w:left="530" w:hanging="360"/>
      </w:pPr>
      <w:rPr>
        <w:rFonts w:ascii="Calibri Light" w:hAnsi="Calibri Light" w:hint="default"/>
      </w:rPr>
    </w:lvl>
  </w:abstractNum>
  <w:abstractNum w:abstractNumId="4" w15:restartNumberingAfterBreak="0">
    <w:nsid w:val="FFFFFF88"/>
    <w:multiLevelType w:val="singleLevel"/>
    <w:tmpl w:val="9B80277A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FFFFFF89"/>
    <w:multiLevelType w:val="singleLevel"/>
    <w:tmpl w:val="145A270E"/>
    <w:lvl w:ilvl="0">
      <w:start w:val="1"/>
      <w:numFmt w:val="bullet"/>
      <w:pStyle w:val="Aufzhlungszeichen"/>
      <w:lvlText w:val="–"/>
      <w:lvlJc w:val="left"/>
      <w:pPr>
        <w:ind w:left="360" w:hanging="360"/>
      </w:pPr>
      <w:rPr>
        <w:rFonts w:ascii="Calibri Light" w:hAnsi="Calibri Light" w:hint="default"/>
      </w:rPr>
    </w:lvl>
  </w:abstractNum>
  <w:abstractNum w:abstractNumId="6" w15:restartNumberingAfterBreak="0">
    <w:nsid w:val="0E080BB0"/>
    <w:multiLevelType w:val="multilevel"/>
    <w:tmpl w:val="5C9E886C"/>
    <w:lvl w:ilvl="0">
      <w:start w:val="1"/>
      <w:numFmt w:val="decimal"/>
      <w:pStyle w:val="berschrift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120B53CE"/>
    <w:multiLevelType w:val="hybridMultilevel"/>
    <w:tmpl w:val="F94A48E8"/>
    <w:lvl w:ilvl="0" w:tplc="0FC8ECE6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542C92"/>
    <w:multiLevelType w:val="hybridMultilevel"/>
    <w:tmpl w:val="18329A0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6"/>
    <w:lvlOverride w:ilvl="0">
      <w:startOverride w:val="2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2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2"/>
  </w:num>
  <w:num w:numId="7">
    <w:abstractNumId w:val="4"/>
  </w:num>
  <w:num w:numId="8">
    <w:abstractNumId w:val="1"/>
  </w:num>
  <w:num w:numId="9">
    <w:abstractNumId w:val="0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attachedTemplate r:id="rId1"/>
  <w:defaultTabStop w:val="709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D6E"/>
    <w:rsid w:val="00007807"/>
    <w:rsid w:val="000158CC"/>
    <w:rsid w:val="00040FAB"/>
    <w:rsid w:val="0004706F"/>
    <w:rsid w:val="00051D3C"/>
    <w:rsid w:val="000527DA"/>
    <w:rsid w:val="0006080E"/>
    <w:rsid w:val="00071546"/>
    <w:rsid w:val="00077DD2"/>
    <w:rsid w:val="00086A2C"/>
    <w:rsid w:val="000B16EA"/>
    <w:rsid w:val="001067CD"/>
    <w:rsid w:val="00147918"/>
    <w:rsid w:val="00155FCC"/>
    <w:rsid w:val="001651B6"/>
    <w:rsid w:val="001A74BC"/>
    <w:rsid w:val="001B008C"/>
    <w:rsid w:val="001B07D7"/>
    <w:rsid w:val="001B6F6D"/>
    <w:rsid w:val="001B7D40"/>
    <w:rsid w:val="001D54F5"/>
    <w:rsid w:val="001F7C12"/>
    <w:rsid w:val="00216546"/>
    <w:rsid w:val="002472A8"/>
    <w:rsid w:val="00250FFF"/>
    <w:rsid w:val="00251520"/>
    <w:rsid w:val="00254785"/>
    <w:rsid w:val="002601DA"/>
    <w:rsid w:val="002621BB"/>
    <w:rsid w:val="002A477F"/>
    <w:rsid w:val="002C777D"/>
    <w:rsid w:val="002D5632"/>
    <w:rsid w:val="002D74EA"/>
    <w:rsid w:val="002E0AD8"/>
    <w:rsid w:val="00323580"/>
    <w:rsid w:val="00336FFD"/>
    <w:rsid w:val="00370B3A"/>
    <w:rsid w:val="00392737"/>
    <w:rsid w:val="003A79A1"/>
    <w:rsid w:val="003C0608"/>
    <w:rsid w:val="003C0DD4"/>
    <w:rsid w:val="00452C06"/>
    <w:rsid w:val="00461B48"/>
    <w:rsid w:val="00462396"/>
    <w:rsid w:val="00471D25"/>
    <w:rsid w:val="004A2CDD"/>
    <w:rsid w:val="004B4054"/>
    <w:rsid w:val="004E378A"/>
    <w:rsid w:val="004F5235"/>
    <w:rsid w:val="005151B3"/>
    <w:rsid w:val="005318F6"/>
    <w:rsid w:val="00534DD6"/>
    <w:rsid w:val="0053555E"/>
    <w:rsid w:val="00547403"/>
    <w:rsid w:val="006013E0"/>
    <w:rsid w:val="006031B6"/>
    <w:rsid w:val="00615D6E"/>
    <w:rsid w:val="0067508D"/>
    <w:rsid w:val="00677266"/>
    <w:rsid w:val="00690AFF"/>
    <w:rsid w:val="00695EBA"/>
    <w:rsid w:val="006A669B"/>
    <w:rsid w:val="006B094D"/>
    <w:rsid w:val="006C353E"/>
    <w:rsid w:val="00743024"/>
    <w:rsid w:val="00771F6B"/>
    <w:rsid w:val="00792BF0"/>
    <w:rsid w:val="00793B26"/>
    <w:rsid w:val="00796A6A"/>
    <w:rsid w:val="007A59D3"/>
    <w:rsid w:val="007D47FB"/>
    <w:rsid w:val="00807BA1"/>
    <w:rsid w:val="00823E4E"/>
    <w:rsid w:val="008672D7"/>
    <w:rsid w:val="008C10C6"/>
    <w:rsid w:val="008D45EE"/>
    <w:rsid w:val="008E0562"/>
    <w:rsid w:val="008F3C75"/>
    <w:rsid w:val="009075B1"/>
    <w:rsid w:val="009456B2"/>
    <w:rsid w:val="0095032B"/>
    <w:rsid w:val="009761D1"/>
    <w:rsid w:val="00980CAC"/>
    <w:rsid w:val="00994635"/>
    <w:rsid w:val="009A52CB"/>
    <w:rsid w:val="009B0535"/>
    <w:rsid w:val="009B4E47"/>
    <w:rsid w:val="009B59A7"/>
    <w:rsid w:val="009C3E11"/>
    <w:rsid w:val="009D0925"/>
    <w:rsid w:val="00A50F24"/>
    <w:rsid w:val="00A526BB"/>
    <w:rsid w:val="00A532CF"/>
    <w:rsid w:val="00A825D2"/>
    <w:rsid w:val="00A90F76"/>
    <w:rsid w:val="00AE1457"/>
    <w:rsid w:val="00B036BD"/>
    <w:rsid w:val="00B11687"/>
    <w:rsid w:val="00B46F82"/>
    <w:rsid w:val="00B50093"/>
    <w:rsid w:val="00B555E4"/>
    <w:rsid w:val="00B6217B"/>
    <w:rsid w:val="00B67D64"/>
    <w:rsid w:val="00B75665"/>
    <w:rsid w:val="00BA281F"/>
    <w:rsid w:val="00BB4683"/>
    <w:rsid w:val="00BE2ABD"/>
    <w:rsid w:val="00C0409F"/>
    <w:rsid w:val="00C453FE"/>
    <w:rsid w:val="00C56A9D"/>
    <w:rsid w:val="00C7659B"/>
    <w:rsid w:val="00CD72EC"/>
    <w:rsid w:val="00D21CA9"/>
    <w:rsid w:val="00D2699C"/>
    <w:rsid w:val="00DB718D"/>
    <w:rsid w:val="00DD1533"/>
    <w:rsid w:val="00DE350B"/>
    <w:rsid w:val="00DE3BD1"/>
    <w:rsid w:val="00E0072A"/>
    <w:rsid w:val="00E010D1"/>
    <w:rsid w:val="00E37B3D"/>
    <w:rsid w:val="00E42531"/>
    <w:rsid w:val="00E63AA9"/>
    <w:rsid w:val="00E72202"/>
    <w:rsid w:val="00E87A99"/>
    <w:rsid w:val="00E966C7"/>
    <w:rsid w:val="00E97D64"/>
    <w:rsid w:val="00EA679D"/>
    <w:rsid w:val="00EB4F32"/>
    <w:rsid w:val="00EB7596"/>
    <w:rsid w:val="00EC2A1E"/>
    <w:rsid w:val="00EC481B"/>
    <w:rsid w:val="00F06B69"/>
    <w:rsid w:val="00F13290"/>
    <w:rsid w:val="00F83F75"/>
    <w:rsid w:val="00FB5550"/>
    <w:rsid w:val="00FD4719"/>
    <w:rsid w:val="00FD6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."/>
  <w:listSeparator w:val=";"/>
  <w14:docId w14:val="7A00708F"/>
  <w15:docId w15:val="{9E51E03A-2EE1-42AE-A93E-4BFC0732E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color w:val="000000" w:themeColor="text1"/>
        <w:sz w:val="21"/>
        <w:szCs w:val="21"/>
        <w:lang w:val="de-CH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2"/>
    <w:lsdException w:name="List Number" w:uiPriority="3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2"/>
    <w:lsdException w:name="List Bullet 3" w:uiPriority="2"/>
    <w:lsdException w:name="List Bullet 4" w:semiHidden="1" w:unhideWhenUsed="1"/>
    <w:lsdException w:name="List Bullet 5" w:semiHidden="1" w:unhideWhenUsed="1"/>
    <w:lsdException w:name="List Number 2" w:uiPriority="3"/>
    <w:lsdException w:name="List Number 3" w:uiPriority="3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62396"/>
    <w:pPr>
      <w:spacing w:line="300" w:lineRule="exact"/>
      <w:jc w:val="both"/>
    </w:pPr>
    <w:rPr>
      <w:rFonts w:ascii="Calibri Light" w:hAnsi="Calibri Light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62396"/>
    <w:pPr>
      <w:numPr>
        <w:numId w:val="1"/>
      </w:numPr>
      <w:pBdr>
        <w:bottom w:val="single" w:sz="12" w:space="2" w:color="000000" w:themeColor="text1"/>
      </w:pBdr>
      <w:spacing w:after="510"/>
      <w:outlineLvl w:val="0"/>
    </w:pPr>
    <w:rPr>
      <w:rFonts w:ascii="Calibri" w:eastAsiaTheme="majorEastAsia" w:hAnsi="Calibri" w:cstheme="majorBidi"/>
      <w:b/>
      <w:sz w:val="28"/>
      <w:szCs w:val="28"/>
    </w:rPr>
  </w:style>
  <w:style w:type="paragraph" w:styleId="berschrift2">
    <w:name w:val="heading 2"/>
    <w:basedOn w:val="berschrift1"/>
    <w:next w:val="Standard"/>
    <w:link w:val="berschrift2Zchn"/>
    <w:uiPriority w:val="9"/>
    <w:unhideWhenUsed/>
    <w:qFormat/>
    <w:rsid w:val="00462396"/>
    <w:pPr>
      <w:widowControl w:val="0"/>
      <w:numPr>
        <w:ilvl w:val="1"/>
      </w:numPr>
      <w:pBdr>
        <w:top w:val="single" w:sz="8" w:space="1" w:color="FFFFFF" w:themeColor="background1"/>
        <w:bottom w:val="single" w:sz="4" w:space="2" w:color="000000" w:themeColor="text1"/>
      </w:pBdr>
      <w:spacing w:after="284"/>
      <w:textboxTightWrap w:val="allLines"/>
      <w:outlineLvl w:val="1"/>
    </w:pPr>
    <w:rPr>
      <w:sz w:val="24"/>
      <w:szCs w:val="24"/>
    </w:rPr>
  </w:style>
  <w:style w:type="paragraph" w:styleId="berschrift3">
    <w:name w:val="heading 3"/>
    <w:basedOn w:val="berschrift2"/>
    <w:next w:val="Standard"/>
    <w:link w:val="berschrift3Zchn"/>
    <w:uiPriority w:val="9"/>
    <w:unhideWhenUsed/>
    <w:qFormat/>
    <w:rsid w:val="00BE2ABD"/>
    <w:pPr>
      <w:numPr>
        <w:ilvl w:val="2"/>
      </w:numPr>
      <w:pBdr>
        <w:top w:val="none" w:sz="0" w:space="0" w:color="auto"/>
      </w:pBdr>
      <w:spacing w:after="170"/>
      <w:outlineLvl w:val="2"/>
    </w:pPr>
    <w:rPr>
      <w:sz w:val="19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qFormat/>
    <w:rsid w:val="00BE2ABD"/>
    <w:pPr>
      <w:widowControl/>
      <w:numPr>
        <w:ilvl w:val="3"/>
      </w:numPr>
      <w:pBdr>
        <w:top w:val="single" w:sz="8" w:space="1" w:color="FFFFFF" w:themeColor="background1"/>
      </w:pBdr>
      <w:spacing w:before="40"/>
      <w:ind w:left="862" w:hanging="862"/>
      <w:outlineLvl w:val="3"/>
    </w:pPr>
    <w:rPr>
      <w:iCs/>
    </w:rPr>
  </w:style>
  <w:style w:type="paragraph" w:styleId="berschrift5">
    <w:name w:val="heading 5"/>
    <w:basedOn w:val="berschrift4"/>
    <w:next w:val="Standard"/>
    <w:link w:val="berschrift5Zchn"/>
    <w:uiPriority w:val="9"/>
    <w:unhideWhenUsed/>
    <w:qFormat/>
    <w:rsid w:val="00BE2ABD"/>
    <w:pPr>
      <w:numPr>
        <w:ilvl w:val="4"/>
      </w:numPr>
      <w:pBdr>
        <w:top w:val="none" w:sz="0" w:space="0" w:color="auto"/>
      </w:pBdr>
      <w:spacing w:before="0"/>
      <w:ind w:left="1009" w:hanging="1009"/>
      <w:outlineLvl w:val="4"/>
    </w:pPr>
  </w:style>
  <w:style w:type="paragraph" w:styleId="berschrift6">
    <w:name w:val="heading 6"/>
    <w:basedOn w:val="Standard"/>
    <w:next w:val="Standard"/>
    <w:link w:val="berschrift6Zchn"/>
    <w:uiPriority w:val="9"/>
    <w:semiHidden/>
    <w:rsid w:val="002472A8"/>
    <w:pPr>
      <w:keepNext/>
      <w:keepLines/>
      <w:numPr>
        <w:ilvl w:val="5"/>
        <w:numId w:val="1"/>
      </w:numPr>
      <w:spacing w:before="40"/>
      <w:outlineLvl w:val="5"/>
    </w:pPr>
    <w:rPr>
      <w:rFonts w:eastAsiaTheme="majorEastAsia" w:cstheme="majorBidi"/>
      <w:color w:val="004E71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472A8"/>
    <w:pPr>
      <w:keepNext/>
      <w:keepLines/>
      <w:numPr>
        <w:ilvl w:val="6"/>
        <w:numId w:val="1"/>
      </w:numPr>
      <w:spacing w:before="40"/>
      <w:outlineLvl w:val="6"/>
    </w:pPr>
    <w:rPr>
      <w:rFonts w:eastAsiaTheme="majorEastAsia" w:cstheme="majorBidi"/>
      <w:i/>
      <w:iCs/>
      <w:color w:val="004E71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472A8"/>
    <w:pPr>
      <w:keepNext/>
      <w:keepLines/>
      <w:numPr>
        <w:ilvl w:val="7"/>
        <w:numId w:val="1"/>
      </w:numPr>
      <w:spacing w:before="40"/>
      <w:outlineLvl w:val="7"/>
    </w:pPr>
    <w:rPr>
      <w:rFonts w:eastAsiaTheme="majorEastAsia" w:cstheme="majorBidi"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472A8"/>
    <w:pPr>
      <w:keepNext/>
      <w:keepLines/>
      <w:numPr>
        <w:ilvl w:val="8"/>
        <w:numId w:val="1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34DD6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34DD6"/>
  </w:style>
  <w:style w:type="paragraph" w:styleId="Fuzeile">
    <w:name w:val="footer"/>
    <w:basedOn w:val="Standard"/>
    <w:link w:val="FuzeileZchn"/>
    <w:uiPriority w:val="99"/>
    <w:unhideWhenUsed/>
    <w:rsid w:val="00534DD6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34DD6"/>
  </w:style>
  <w:style w:type="character" w:customStyle="1" w:styleId="berschrift1Zchn">
    <w:name w:val="Überschrift 1 Zchn"/>
    <w:basedOn w:val="Absatz-Standardschriftart"/>
    <w:link w:val="berschrift1"/>
    <w:uiPriority w:val="9"/>
    <w:rsid w:val="00462396"/>
    <w:rPr>
      <w:rFonts w:ascii="Calibri" w:eastAsiaTheme="majorEastAsia" w:hAnsi="Calibri" w:cstheme="majorBidi"/>
      <w:b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62396"/>
    <w:rPr>
      <w:rFonts w:ascii="Calibri" w:eastAsiaTheme="majorEastAsia" w:hAnsi="Calibri" w:cstheme="majorBidi"/>
      <w:b/>
      <w:sz w:val="24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E2ABD"/>
    <w:rPr>
      <w:rFonts w:ascii="Calibri" w:eastAsiaTheme="majorEastAsia" w:hAnsi="Calibri" w:cstheme="majorBidi"/>
      <w:b/>
      <w:sz w:val="19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E2ABD"/>
    <w:rPr>
      <w:rFonts w:ascii="Calibri" w:eastAsiaTheme="majorEastAsia" w:hAnsi="Calibri" w:cstheme="majorBidi"/>
      <w:b/>
      <w:iCs/>
      <w:sz w:val="19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E2ABD"/>
    <w:rPr>
      <w:rFonts w:ascii="Calibri" w:eastAsiaTheme="majorEastAsia" w:hAnsi="Calibri" w:cstheme="majorBidi"/>
      <w:b/>
      <w:iCs/>
      <w:sz w:val="19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62396"/>
    <w:rPr>
      <w:rFonts w:ascii="Calibri Light" w:eastAsiaTheme="majorEastAsia" w:hAnsi="Calibri Light" w:cstheme="majorBidi"/>
      <w:color w:val="004E71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472A8"/>
    <w:rPr>
      <w:rFonts w:eastAsiaTheme="majorEastAsia" w:cstheme="majorBidi"/>
      <w:i/>
      <w:iCs/>
      <w:color w:val="004E71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472A8"/>
    <w:rPr>
      <w:rFonts w:eastAsiaTheme="majorEastAsia" w:cstheme="majorBidi"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472A8"/>
    <w:rPr>
      <w:rFonts w:eastAsiaTheme="majorEastAsia" w:cstheme="majorBidi"/>
      <w:i/>
      <w:iCs/>
      <w:color w:val="272727" w:themeColor="text1" w:themeTint="D8"/>
    </w:rPr>
  </w:style>
  <w:style w:type="paragraph" w:styleId="Aufzhlungszeichen2">
    <w:name w:val="List Bullet 2"/>
    <w:basedOn w:val="Standard"/>
    <w:uiPriority w:val="2"/>
    <w:rsid w:val="00771F6B"/>
    <w:pPr>
      <w:numPr>
        <w:numId w:val="5"/>
      </w:numPr>
      <w:ind w:left="714" w:hanging="357"/>
      <w:contextualSpacing/>
    </w:pPr>
  </w:style>
  <w:style w:type="paragraph" w:styleId="Verzeichnis1">
    <w:name w:val="toc 1"/>
    <w:basedOn w:val="Standard"/>
    <w:next w:val="Standard"/>
    <w:autoRedefine/>
    <w:uiPriority w:val="39"/>
    <w:unhideWhenUsed/>
    <w:rsid w:val="00392737"/>
    <w:pPr>
      <w:tabs>
        <w:tab w:val="left" w:pos="720"/>
        <w:tab w:val="right" w:pos="7416"/>
      </w:tabs>
      <w:ind w:left="720" w:right="284" w:hanging="720"/>
    </w:pPr>
    <w:rPr>
      <w:rFonts w:ascii="Calibri" w:hAnsi="Calibri"/>
      <w:b/>
      <w:noProof/>
    </w:rPr>
  </w:style>
  <w:style w:type="paragraph" w:styleId="Verzeichnis2">
    <w:name w:val="toc 2"/>
    <w:basedOn w:val="Standard"/>
    <w:next w:val="Standard"/>
    <w:autoRedefine/>
    <w:uiPriority w:val="39"/>
    <w:unhideWhenUsed/>
    <w:rsid w:val="00392737"/>
    <w:pPr>
      <w:tabs>
        <w:tab w:val="left" w:pos="720"/>
        <w:tab w:val="right" w:pos="7416"/>
      </w:tabs>
      <w:ind w:right="284"/>
    </w:pPr>
    <w:rPr>
      <w:noProof/>
    </w:rPr>
  </w:style>
  <w:style w:type="character" w:styleId="Hervorhebung">
    <w:name w:val="Emphasis"/>
    <w:basedOn w:val="Absatz-Standardschriftart"/>
    <w:uiPriority w:val="20"/>
    <w:semiHidden/>
    <w:qFormat/>
    <w:rsid w:val="00BE2ABD"/>
    <w:rPr>
      <w:i/>
      <w:iCs/>
    </w:rPr>
  </w:style>
  <w:style w:type="character" w:styleId="Hyperlink">
    <w:name w:val="Hyperlink"/>
    <w:basedOn w:val="Absatz-Standardschriftart"/>
    <w:uiPriority w:val="99"/>
    <w:unhideWhenUsed/>
    <w:rsid w:val="00CD72EC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15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151B3"/>
    <w:rPr>
      <w:rFonts w:ascii="Tahoma" w:hAnsi="Tahoma" w:cs="Tahoma"/>
      <w:sz w:val="16"/>
      <w:szCs w:val="16"/>
    </w:rPr>
  </w:style>
  <w:style w:type="paragraph" w:styleId="Titel">
    <w:name w:val="Title"/>
    <w:basedOn w:val="Standard"/>
    <w:next w:val="Standard"/>
    <w:link w:val="TitelZchn"/>
    <w:uiPriority w:val="4"/>
    <w:qFormat/>
    <w:rsid w:val="00462396"/>
    <w:pPr>
      <w:pBdr>
        <w:top w:val="single" w:sz="8" w:space="1" w:color="FFFFFF" w:themeColor="background1"/>
        <w:bottom w:val="single" w:sz="12" w:space="2" w:color="000000" w:themeColor="text1"/>
      </w:pBdr>
      <w:spacing w:after="510"/>
    </w:pPr>
    <w:rPr>
      <w:rFonts w:ascii="Calibri" w:eastAsiaTheme="majorEastAsia" w:hAnsi="Calibri" w:cstheme="majorBidi"/>
      <w:b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4"/>
    <w:rsid w:val="00462396"/>
    <w:rPr>
      <w:rFonts w:ascii="Calibri" w:eastAsiaTheme="majorEastAsia" w:hAnsi="Calibri" w:cstheme="majorBidi"/>
      <w:b/>
      <w:kern w:val="28"/>
      <w:sz w:val="28"/>
      <w:szCs w:val="52"/>
    </w:rPr>
  </w:style>
  <w:style w:type="paragraph" w:customStyle="1" w:styleId="Thema">
    <w:name w:val="Thema"/>
    <w:basedOn w:val="Titel"/>
    <w:next w:val="Standard"/>
    <w:uiPriority w:val="5"/>
    <w:qFormat/>
    <w:rsid w:val="00250FFF"/>
    <w:pPr>
      <w:pBdr>
        <w:top w:val="none" w:sz="0" w:space="0" w:color="auto"/>
      </w:pBdr>
    </w:pPr>
  </w:style>
  <w:style w:type="paragraph" w:styleId="Untertitel">
    <w:name w:val="Subtitle"/>
    <w:basedOn w:val="Standard"/>
    <w:next w:val="Standard"/>
    <w:link w:val="UntertitelZchn"/>
    <w:uiPriority w:val="6"/>
    <w:qFormat/>
    <w:rsid w:val="00BE2ABD"/>
    <w:pPr>
      <w:numPr>
        <w:ilvl w:val="1"/>
      </w:numPr>
      <w:pBdr>
        <w:bottom w:val="single" w:sz="8" w:space="1" w:color="000000" w:themeColor="text1"/>
      </w:pBdr>
      <w:spacing w:after="170"/>
    </w:pPr>
    <w:rPr>
      <w:rFonts w:ascii="Calibri" w:eastAsiaTheme="majorEastAsia" w:hAnsi="Calibri" w:cstheme="majorBidi"/>
      <w:b/>
      <w:iCs/>
      <w:color w:val="auto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6"/>
    <w:rsid w:val="00793B26"/>
    <w:rPr>
      <w:rFonts w:ascii="Calibri" w:eastAsiaTheme="majorEastAsia" w:hAnsi="Calibri" w:cstheme="majorBidi"/>
      <w:b/>
      <w:iCs/>
      <w:color w:val="auto"/>
      <w:sz w:val="24"/>
      <w:szCs w:val="24"/>
    </w:rPr>
  </w:style>
  <w:style w:type="paragraph" w:styleId="Aufzhlungszeichen">
    <w:name w:val="List Bullet"/>
    <w:basedOn w:val="Standard"/>
    <w:uiPriority w:val="2"/>
    <w:rsid w:val="00771F6B"/>
    <w:pPr>
      <w:numPr>
        <w:numId w:val="4"/>
      </w:numPr>
      <w:ind w:left="357" w:hanging="357"/>
      <w:contextualSpacing/>
    </w:pPr>
  </w:style>
  <w:style w:type="paragraph" w:styleId="Listennummer">
    <w:name w:val="List Number"/>
    <w:basedOn w:val="Standard"/>
    <w:uiPriority w:val="3"/>
    <w:rsid w:val="00771F6B"/>
    <w:pPr>
      <w:numPr>
        <w:numId w:val="7"/>
      </w:numPr>
      <w:contextualSpacing/>
    </w:pPr>
  </w:style>
  <w:style w:type="paragraph" w:styleId="Listennummer2">
    <w:name w:val="List Number 2"/>
    <w:basedOn w:val="Standard"/>
    <w:uiPriority w:val="3"/>
    <w:rsid w:val="00771F6B"/>
    <w:pPr>
      <w:numPr>
        <w:numId w:val="8"/>
      </w:numPr>
      <w:tabs>
        <w:tab w:val="clear" w:pos="643"/>
      </w:tabs>
      <w:ind w:left="714" w:hanging="357"/>
    </w:pPr>
  </w:style>
  <w:style w:type="paragraph" w:styleId="Listennummer3">
    <w:name w:val="List Number 3"/>
    <w:basedOn w:val="Standard"/>
    <w:uiPriority w:val="3"/>
    <w:rsid w:val="00771F6B"/>
    <w:pPr>
      <w:numPr>
        <w:numId w:val="9"/>
      </w:numPr>
      <w:tabs>
        <w:tab w:val="clear" w:pos="926"/>
      </w:tabs>
      <w:ind w:left="1071" w:hanging="357"/>
      <w:contextualSpacing/>
    </w:pPr>
  </w:style>
  <w:style w:type="paragraph" w:styleId="Aufzhlungszeichen3">
    <w:name w:val="List Bullet 3"/>
    <w:basedOn w:val="Standard"/>
    <w:uiPriority w:val="2"/>
    <w:rsid w:val="00771F6B"/>
    <w:pPr>
      <w:numPr>
        <w:numId w:val="6"/>
      </w:numPr>
      <w:ind w:left="1071" w:hanging="357"/>
      <w:contextualSpacing/>
    </w:pPr>
  </w:style>
  <w:style w:type="paragraph" w:styleId="Beschriftung">
    <w:name w:val="caption"/>
    <w:basedOn w:val="Standard"/>
    <w:next w:val="Standard"/>
    <w:uiPriority w:val="49"/>
    <w:qFormat/>
    <w:rsid w:val="007A59D3"/>
    <w:pPr>
      <w:pBdr>
        <w:bottom w:val="single" w:sz="8" w:space="2" w:color="000000" w:themeColor="text1"/>
      </w:pBdr>
      <w:spacing w:after="170"/>
    </w:pPr>
    <w:rPr>
      <w:bCs/>
      <w:color w:val="auto"/>
      <w:szCs w:val="18"/>
    </w:rPr>
  </w:style>
  <w:style w:type="paragraph" w:styleId="Abbildungsverzeichnis">
    <w:name w:val="table of figures"/>
    <w:basedOn w:val="Standard"/>
    <w:next w:val="Standard"/>
    <w:uiPriority w:val="99"/>
    <w:unhideWhenUsed/>
    <w:rsid w:val="007A59D3"/>
  </w:style>
  <w:style w:type="table" w:styleId="Tabellenraster">
    <w:name w:val="Table Grid"/>
    <w:basedOn w:val="NormaleTabelle"/>
    <w:uiPriority w:val="39"/>
    <w:rsid w:val="004A2CDD"/>
    <w:pPr>
      <w:spacing w:after="240" w:line="240" w:lineRule="auto"/>
    </w:pPr>
    <w:tblPr>
      <w:tblBorders>
        <w:insideH w:val="single" w:sz="4" w:space="0" w:color="auto"/>
      </w:tblBorders>
    </w:tblPr>
    <w:tblStylePr w:type="firstRow">
      <w:pPr>
        <w:wordWrap/>
        <w:spacing w:afterLines="0" w:after="0" w:afterAutospacing="0"/>
      </w:pPr>
      <w:rPr>
        <w:rFonts w:asciiTheme="minorHAnsi" w:hAnsiTheme="minorHAnsi"/>
        <w:b/>
        <w:sz w:val="21"/>
      </w:rPr>
    </w:tblStylePr>
  </w:style>
  <w:style w:type="paragraph" w:styleId="Listenabsatz">
    <w:name w:val="List Paragraph"/>
    <w:basedOn w:val="Standard"/>
    <w:uiPriority w:val="34"/>
    <w:qFormat/>
    <w:rsid w:val="00A532CF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B1168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1168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11687"/>
    <w:rPr>
      <w:rFonts w:ascii="Calibri Light" w:hAnsi="Calibri Light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1168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11687"/>
    <w:rPr>
      <w:rFonts w:ascii="Calibri Light" w:hAnsi="Calibri Light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690AFF"/>
    <w:pPr>
      <w:spacing w:line="240" w:lineRule="auto"/>
    </w:pPr>
    <w:rPr>
      <w:rFonts w:ascii="Calibri Light" w:hAnsi="Calibri Ligh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6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0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3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02%20Projekte\SKKAB\02_Lernmedien_GB\01_Administration\02_Templates\02_Praxisauftrag_SKKAB\PA_NrHK_TitelPA_EBAoEFZ_V0.01.dotx" TargetMode="External"/></Relationships>
</file>

<file path=word/theme/theme1.xml><?xml version="1.0" encoding="utf-8"?>
<a:theme xmlns:a="http://schemas.openxmlformats.org/drawingml/2006/main" name="Larissa">
  <a:themeElements>
    <a:clrScheme name="Konvinik">
      <a:dk1>
        <a:srgbClr val="000000"/>
      </a:dk1>
      <a:lt1>
        <a:srgbClr val="FFFFFF"/>
      </a:lt1>
      <a:dk2>
        <a:srgbClr val="D9DEE2"/>
      </a:dk2>
      <a:lt2>
        <a:srgbClr val="F2F4F6"/>
      </a:lt2>
      <a:accent1>
        <a:srgbClr val="009FE3"/>
      </a:accent1>
      <a:accent2>
        <a:srgbClr val="008A3B"/>
      </a:accent2>
      <a:accent3>
        <a:srgbClr val="96C121"/>
      </a:accent3>
      <a:accent4>
        <a:srgbClr val="FFCC07"/>
      </a:accent4>
      <a:accent5>
        <a:srgbClr val="ED6B0B"/>
      </a:accent5>
      <a:accent6>
        <a:srgbClr val="E21A1F"/>
      </a:accent6>
      <a:hlink>
        <a:srgbClr val="0000FF"/>
      </a:hlink>
      <a:folHlink>
        <a:srgbClr val="800080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79D74B-BCCD-4E57-A88E-9ACFC434D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PA_NrHK_TitelPA_EBAoEFZ_V0.01</Template>
  <TotalTime>0</TotalTime>
  <Pages>2</Pages>
  <Words>254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Ectaveo AG</Company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Manuela Bossart</dc:creator>
  <cp:lastModifiedBy>Joëlle Clemen</cp:lastModifiedBy>
  <cp:revision>2</cp:revision>
  <cp:lastPrinted>2016-12-09T14:55:00Z</cp:lastPrinted>
  <dcterms:created xsi:type="dcterms:W3CDTF">2021-04-20T08:11:00Z</dcterms:created>
  <dcterms:modified xsi:type="dcterms:W3CDTF">2021-04-20T08:11:00Z</dcterms:modified>
</cp:coreProperties>
</file>